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“</w:t>
      </w:r>
      <w:r>
        <w:rPr>
          <w:rFonts w:hint="eastAsia"/>
        </w:rPr>
        <w:t>五子棋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程序技术说明文档</w:t>
      </w:r>
    </w:p>
    <w:p>
      <w:pPr>
        <w:jc w:val="center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陈铭海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学号：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20162180198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班别：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软件5班</w:t>
      </w:r>
    </w:p>
    <w:p>
      <w:pPr>
        <w:numPr>
          <w:ilvl w:val="0"/>
          <w:numId w:val="0"/>
        </w:numPr>
        <w:ind w:firstLine="562" w:firstLineChars="200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一．设计方案</w:t>
      </w:r>
      <w:r>
        <w:rPr>
          <w:rFonts w:hint="eastAsia"/>
          <w:lang w:val="en-US" w:eastAsia="zh-CN"/>
        </w:rPr>
        <w:t>（功能组成、界面组成、算法、数据结构等等）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五子棋的功能组成</w:t>
      </w:r>
    </w:p>
    <w:p>
      <w:pPr>
        <w:numPr>
          <w:ilvl w:val="0"/>
          <w:numId w:val="0"/>
        </w:numPr>
        <w:ind w:left="1050" w:leftChars="500" w:firstLine="420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游戏功能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有：选择那方先落子，开始游戏，退出游戏，悔棋功能，电脑端人工智能下棋。详细功能如下：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程序开珆；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屏幕上显示棋盘。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用户选择先走或后走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并开始游戏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由先走者自由落子；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后走者自由落子，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不论电脑是先者还是后者，都按根据当前棋盘的局势判断应该走哪里最好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若步骤5或步骤6棋盘新落子的地方，有在纵向，横向或斜向上有与同这</w:t>
      </w:r>
      <w:r>
        <w:rPr>
          <w:rFonts w:hint="eastAsia"/>
          <w:lang w:val="en-US" w:eastAsia="zh-CN"/>
        </w:rPr>
        <w:t>个</w:t>
      </w:r>
      <w:r>
        <w:rPr>
          <w:rFonts w:hint="eastAsia"/>
        </w:rPr>
        <w:t>棋子连成5个连续棋子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</w:rPr>
        <w:t>若有同棋子连成5个连续棋子，则结束本次游戏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根据连成5个连续棋子</w:t>
      </w:r>
      <w:r>
        <w:rPr>
          <w:rFonts w:hint="eastAsia"/>
          <w:lang w:val="en-US" w:eastAsia="zh-CN"/>
        </w:rPr>
        <w:t>的颜色</w:t>
      </w:r>
      <w:r>
        <w:rPr>
          <w:rFonts w:hint="eastAsia"/>
        </w:rPr>
        <w:t>判断谁胜谁负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</w:rPr>
      </w:pPr>
      <w:r>
        <w:rPr>
          <w:rFonts w:hint="eastAsia"/>
          <w:lang w:val="en-US" w:eastAsia="zh-CN"/>
        </w:rPr>
        <w:t>若无则重复回到第三步继续往下执行</w:t>
      </w:r>
    </w:p>
    <w:p>
      <w:pPr>
        <w:numPr>
          <w:ilvl w:val="0"/>
          <w:numId w:val="2"/>
        </w:numPr>
        <w:ind w:left="2100" w:leftChars="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直至棋盘下满或分出胜负</w:t>
      </w:r>
    </w:p>
    <w:p>
      <w:pPr>
        <w:numPr>
          <w:ilvl w:val="0"/>
          <w:numId w:val="2"/>
        </w:numPr>
        <w:ind w:left="2100" w:leftChars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</w:rPr>
        <w:t>实现</w:t>
      </w:r>
      <w:r>
        <w:rPr>
          <w:rFonts w:hint="eastAsia"/>
          <w:lang w:val="en-US" w:eastAsia="zh-CN"/>
        </w:rPr>
        <w:t>了</w:t>
      </w:r>
      <w:r>
        <w:rPr>
          <w:rFonts w:hint="eastAsia"/>
        </w:rPr>
        <w:t>电脑方人工智能。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五子棋的界面组成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界面主要有“开始游戏”，“悔棋”，“退出”按钮，“计算机先行”复选框，背景图，提示文字。</w:t>
      </w:r>
    </w:p>
    <w:p>
      <w:pPr>
        <w:numPr>
          <w:ilvl w:val="0"/>
          <w:numId w:val="1"/>
        </w:numPr>
        <w:ind w:left="42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五子棋的算法、数据结构</w:t>
      </w:r>
    </w:p>
    <w:p>
      <w:pPr>
        <w:ind w:firstLine="1566" w:firstLineChars="746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五子棋使用了极大极小值搜索算法，实现简单的人工智能，数据结构主要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使用数组。</w:t>
      </w:r>
    </w:p>
    <w:p>
      <w:pPr>
        <w:numPr>
          <w:ilvl w:val="0"/>
          <w:numId w:val="0"/>
        </w:numPr>
        <w:ind w:firstLine="562" w:firstLineChars="200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二．开发过程</w:t>
      </w:r>
      <w:r>
        <w:rPr>
          <w:rFonts w:hint="eastAsia"/>
          <w:lang w:val="en-US" w:eastAsia="zh-CN"/>
        </w:rPr>
        <w:t>（如何设计、如何实现、如何检查系统功能）</w:t>
      </w:r>
    </w:p>
    <w:p>
      <w:pPr>
        <w:numPr>
          <w:ilvl w:val="0"/>
          <w:numId w:val="3"/>
        </w:numPr>
        <w:ind w:left="420"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五子棋的设计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五子棋不仅能增强思维能力，提高智力，而且富含哲理，有助于修身养性。五子棋既有现代休闲的明显特征“短、平、快”，又有古典哲学的高深学问“阴阳易理”；它既有简单易学的特性，为人民群众所喜闻乐见，又有深奥的技巧和高水平的国际性比赛；它的棋文化源渊流长，具有东方的神秘和西方的直观；既有“场”的概念，亦有“点”的连接。它是中西文化的交流点，是古今哲理的结晶。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因此本人将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五子棋设计为人机对战单机版，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并加入人工智能技术，使得一个人也能下五子棋，并且具有一定的难度。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人机对战单机版五子棋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，首先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需要先设计好UI界面，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再设计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游戏功能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：选择那方先落子，开始游戏，退出游戏，悔棋功能。</w:t>
      </w:r>
    </w:p>
    <w:p>
      <w:pPr>
        <w:numPr>
          <w:ilvl w:val="0"/>
          <w:numId w:val="0"/>
        </w:numPr>
        <w:ind w:left="840" w:leftChars="0" w:firstLine="420" w:firstLineChars="0"/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设计流程图为：</w:t>
      </w:r>
    </w:p>
    <w:p>
      <w:pPr>
        <w:numPr>
          <w:ilvl w:val="0"/>
          <w:numId w:val="0"/>
        </w:numPr>
        <w:ind w:left="840" w:leftChars="0" w:firstLine="420" w:firstLineChars="0"/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120650</wp:posOffset>
                </wp:positionV>
                <wp:extent cx="2762250" cy="266700"/>
                <wp:effectExtent l="4445" t="4445" r="1460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94280" y="7506970"/>
                          <a:ext cx="2762250" cy="266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先画主体对话框，并添加相应按钮</w:t>
                            </w: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宋体" w:hAnsi="宋体" w:eastAsia="宋体" w:cs="宋体"/>
                                <w:color w:val="000000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9pt;margin-top:9.5pt;height:21pt;width:217.5pt;z-index:251658240;mso-width-relative:page;mso-height-relative:page;" fillcolor="#5B9BD5 [3204]" filled="t" stroked="t" coordsize="21600,21600" o:gfxdata="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Q5pydUAAAAJAQAADwAAAAAAAAABACAA&#10;AAAiAAAAZHJzL2Rvd25yZXYueG1sUEsBAhQAFAAAAAgAh07iQKkAfy1JAgAAdQQAAA4AAAAAAAAA&#10;AQAgAAAAJA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先画主体对话框，并添加相应按钮</w:t>
                      </w: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宋体" w:hAnsi="宋体" w:eastAsia="宋体" w:cs="宋体"/>
                          <w:color w:val="000000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-8890</wp:posOffset>
                </wp:positionV>
                <wp:extent cx="0" cy="3333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875405" y="7821295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-0.7pt;height:26.25pt;width:0pt;z-index:251659264;mso-width-relative:page;mso-height-relative:page;" filled="f" stroked="t" coordsize="21600,21600" o:gfxdata="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noupdcAAAAJAQAADwAAAAAAAAABACAA&#10;AAAiAAAAZHJzL2Rvd25yZXYueG1sUEsBAhQAFAAAAAgAh07iQPQvxV4OAgAA0wMAAA4AAAAAAAAA&#10;AQAgAAAAJg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145415</wp:posOffset>
                </wp:positionV>
                <wp:extent cx="2933700" cy="276225"/>
                <wp:effectExtent l="4445" t="5080" r="14605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32380" y="8221345"/>
                          <a:ext cx="2933700" cy="2762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添加背景图，画棋盘，并显示棋盘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15pt;margin-top:11.45pt;height:21.75pt;width:231pt;z-index:251660288;mso-width-relative:page;mso-height-relative:page;" fillcolor="#5B9BD5 [3204]" filled="t" stroked="t" coordsize="21600,21600" o:gfxdata="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3PFfe1gAAAAkBAAAPAAAAAAAA&#10;AAEAIAAAACIAAABkcnMvZG93bnJldi54bWxQSwECFAAUAAAACACHTuJAX1LoGU0CAAB1BAAADgAA&#10;AAAAAAABACAAAAAl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添加背景图，画棋盘，并显示棋盘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34925</wp:posOffset>
                </wp:positionV>
                <wp:extent cx="0" cy="333375"/>
                <wp:effectExtent l="48895" t="0" r="65405" b="95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2.75pt;height:26.25pt;width:0pt;z-index:251663360;mso-width-relative:page;mso-height-relative:page;" filled="f" stroked="t" coordsize="21600,21600" o:gfxdata="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RtuE1QAAAAgBAAAPAAAAAAAAAAEAIAAAACIAAABkcnMvZG93bnJldi54bWxQSwECFAAUAAAACACH&#10;TuJAgNjcSe4BAAChAwAADgAAAAAAAAABACAAAAAkAQAAZHJzL2Uyb0RvYy54bWxQSwUGAAAAAAYA&#10;BgBZAQAAh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189230</wp:posOffset>
                </wp:positionV>
                <wp:extent cx="3067050" cy="276225"/>
                <wp:effectExtent l="4445" t="4445" r="14605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0930" y="9459595"/>
                          <a:ext cx="3067050" cy="2762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编写判断赢棋方法，判断是否5子相连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pt;margin-top:14.9pt;height:21.75pt;width:241.5pt;z-index:251670528;mso-width-relative:page;mso-height-relative:page;" fillcolor="#5B9BD5 [3204]" filled="t" stroked="t" coordsize="21600,21600" o:gfxdata="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jMdOXWAAAACQEAAA8AAAAAAAAA&#10;AQAgAAAAIgAAAGRycy9kb3ducmV2LnhtbFBLAQIUABQAAAAIAIdO4kCnCOA3TAIAAHUEAAAOAAAA&#10;AAAAAAEAIAAAACU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编写判断赢棋方法，判断是否5子相连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97790</wp:posOffset>
                </wp:positionV>
                <wp:extent cx="0" cy="333375"/>
                <wp:effectExtent l="48895" t="0" r="6540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7.7pt;height:26.25pt;width:0pt;z-index:251669504;mso-width-relative:page;mso-height-relative:page;" filled="f" stroked="t" coordsize="21600,21600" o:gfxdata="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tqCZNcAAAAJAQAADwAAAAAAAAABACAAAAAiAAAAZHJzL2Rvd25yZXYueG1sUEsBAhQAFAAAAAgA&#10;h07iQGXmWkftAQAAoQMAAA4AAAAAAAAAAQAgAAAAJgEAAGRycy9lMm9Eb2MueG1sUEsFBgAAAAAG&#10;AAYAWQEAAIU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107315</wp:posOffset>
                </wp:positionV>
                <wp:extent cx="3067050" cy="313690"/>
                <wp:effectExtent l="4445" t="4445" r="14605" b="57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70455" y="8688070"/>
                          <a:ext cx="3067050" cy="313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编写棋子类，并添加事件，实现单击下棋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pt;margin-top:8.45pt;height:24.7pt;width:241.5pt;z-index:251661312;mso-width-relative:page;mso-height-relative:page;" fillcolor="#5B9BD5 [3204]" filled="t" stroked="t" coordsize="21600,21600" o:gfxdata="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6jyhh1QAAAAkBAAAPAAAAAAAAAAEA&#10;IAAAACIAAABkcnMvZG93bnJldi54bWxQSwECFAAUAAAACACHTuJAgLmJyEsCAAB1BAAADgAAAAAA&#10;AAABACAAAAAk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编写棋子类，并添加事件，实现单击下棋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45085</wp:posOffset>
                </wp:positionV>
                <wp:extent cx="0" cy="333375"/>
                <wp:effectExtent l="48895" t="0" r="65405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3.55pt;height:26.25pt;width:0pt;z-index:251682816;mso-width-relative:page;mso-height-relative:page;" filled="f" stroked="t" coordsize="21600,21600" o:gfxdata="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AGoZ7XAAAACAEAAA8AAAAAAAAAAQAgAAAAIgAAAGRycy9kb3ducmV2LnhtbFBLAQIUABQAAAAI&#10;AIdO4kC3NkZ27gEAAKEDAAAOAAAAAAAAAAEAIAAAACYBAABkcnMvZTJvRG9jLnhtbFBLBQYAAAAA&#10;BgAGAFkBAACG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24130</wp:posOffset>
                </wp:positionV>
                <wp:extent cx="2514600" cy="285750"/>
                <wp:effectExtent l="4445" t="4445" r="14605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94280" y="1639570"/>
                          <a:ext cx="2514600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实现悔棋，开始游戏，退出功能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.65pt;margin-top:1.9pt;height:22.5pt;width:198pt;z-index:251683840;mso-width-relative:page;mso-height-relative:page;" fillcolor="#5B9BD5 [3204]" filled="t" stroked="t" coordsize="21600,21600" o:gfxdata="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+aPZ/VAAAACAEAAA8AAAAAAAAAAQAg&#10;AAAAIgAAAGRycy9kb3ducmV2LnhtbFBLAQIUABQAAAAIAIdO4kCPJbgASgIAAHUEAAAOAAAAAAAA&#10;AAEAIAAAACQ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实现悔棋，开始游戏，退出功能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117475</wp:posOffset>
                </wp:positionV>
                <wp:extent cx="0" cy="333375"/>
                <wp:effectExtent l="48895" t="0" r="65405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9.25pt;height:26.25pt;width:0pt;z-index:251710464;mso-width-relative:page;mso-height-relative:page;" filled="f" stroked="t" coordsize="21600,21600" o:gfxdata="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2FNBtcAAAAJAQAADwAAAAAAAAABACAAAAAiAAAAZHJzL2Rvd25yZXYueG1sUEsBAhQAFAAA&#10;AAgAh07iQIZGVMrwAQAAowMAAA4AAAAAAAAAAQAgAAAAJgEAAGRycy9lMm9Eb2MueG1sUEsFBgAA&#10;AAAGAAYAWQEAAI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77470</wp:posOffset>
                </wp:positionV>
                <wp:extent cx="4133215" cy="314325"/>
                <wp:effectExtent l="4445" t="4445" r="1524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3805" y="2230120"/>
                          <a:ext cx="413321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实现电脑端人工智能下棋算法，并实现计算机根据算法自动落子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5pt;margin-top:6.1pt;height:24.75pt;width:325.45pt;z-index:251684864;mso-width-relative:page;mso-height-relative:page;" fillcolor="#5B9BD5 [3204]" filled="t" stroked="t" coordsize="21600,21600" o:gfxdata="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5OAv9YAAAAIAQAADwAAAAAAAAAB&#10;ACAAAAAiAAAAZHJzL2Rvd25yZXYueG1sUEsBAhQAFAAAAAgAh07iQJs44nNLAgAAdw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实现电脑端人工智能下棋算法，并实现计算机根据算法自动落子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1270</wp:posOffset>
                </wp:positionV>
                <wp:extent cx="0" cy="333375"/>
                <wp:effectExtent l="48895" t="0" r="6540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0.1pt;height:26.25pt;width:0pt;z-index:251763712;mso-width-relative:page;mso-height-relative:page;" filled="f" stroked="t" coordsize="21600,21600" o:gfxdata="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0j3vDWAAAABwEAAA8AAAAAAAAAAQAgAAAAIgAAAGRycy9kb3ducmV2LnhtbFBLAQIUABQAAAAI&#10;AIdO4kCQDDSf7wEAAKMDAAAOAAAAAAAAAAEAIAAAACUBAABkcnMvZTJvRG9jLnhtbFBLBQYAAAAA&#10;BgAGAFkBAACG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140335</wp:posOffset>
                </wp:positionV>
                <wp:extent cx="876300" cy="257175"/>
                <wp:effectExtent l="4445" t="4445" r="14605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1080" y="2792095"/>
                          <a:ext cx="876300" cy="2571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15pt;margin-top:11.05pt;height:20.25pt;width:69pt;z-index:251764736;mso-width-relative:page;mso-height-relative:page;" fillcolor="#5B9BD5 [3204]" filled="t" stroked="t" coordsize="21600,21600" o:gfxdata="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APgNNYAAAAJAQAADwAAAAAA&#10;AAABACAAAAAiAAAAZHJzL2Rvd25yZXYueG1sUEsBAhQAFAAAAAgAh07iQPlxj9xOAgAAdgQAAA4A&#10;AAAAAAAAAQAgAAAAJQEAAGRycy9lMm9Eb2MueG1sUEsFBgAAAAAGAAYAWQEAAOU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ind w:left="420"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五子棋的实现</w:t>
      </w:r>
    </w:p>
    <w:p>
      <w:pPr>
        <w:numPr>
          <w:ilvl w:val="0"/>
          <w:numId w:val="0"/>
        </w:numPr>
        <w:ind w:left="840" w:leftChars="4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（1）.主类：创建对话框并添加相应组件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public class Five extends JFrame{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static final long serialVersionUID = 1L;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JToolBar toolbar;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JButton startButton,backButton,exitButton;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ChessBoard boardPanel;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JLabel msg;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JCheckBox computerFirst;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Five()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super("五子棋人机对战");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toolbar=new JToolBar();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startButton=new JButton("开始游戏");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backButton=new JButton("悔棋");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exitButton=new JButton("退出");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boardPanel=new ChessBoard(this);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msg=new JLabel("新的游戏未开始!");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computerFirst=new JCheckBox("计算机先下子");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toolbar.add(startButton);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toolbar.add(backButton);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toolbar.add(exitButton);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toolbar.add(computerFirst);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ActionMonitor monitor=new ActionMonitor();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startButton.addActionListener(monitor);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backButton.addActionListener(monitor);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exitButton.addActionListener(monitor);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this.add(toolbar, BorderLayout.NORTH);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this.add(boardPanel,BorderLayout.CENTER);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this.add(msg, BorderLayout.SOUTH);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this.setLocation(350, 20);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this.pack();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this.setResizable(true);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this.setDefaultCloseOperation(EXIT_ON_CLOSE);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this.setVisible(true);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class ActionMonitor implements ActionListener{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@Override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actionPerformed(ActionEvent e)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 TODO Auto-generated method stub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if(e.getSource()==startButton)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boardPanel.restartGame();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if(e.getSource()==backButton)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boardPanel.goback();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if(e.getSource()==exitButton)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System.exit(0);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void main(String[]args)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new Five();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4"/>
        </w:numPr>
        <w:ind w:left="84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.添加背景图，画棋盘，并显示棋盘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public class ChessBoard extends JPanel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static final long serialVersionUID = 1L;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final int Margin=30;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final int Span=30;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final int Rows=18;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final int Cols=18;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Five five;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Image img;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List&lt;Chess&gt; chessList;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chessCount;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computerColor;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[][] boardStatus;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//保护矩形区域变量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left;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top;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right;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bottom;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boolean isComputerGo; 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boolean isGamming=false;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boolean isBlack=true;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ChessBoard(Five five)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img=Toolkit.getDefaultToolkit().getImage("image/background.jpg");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this.addMouseListener(new MouseMonitor());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this.addMouseMotionListener(new MouseMotionMonitor());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this.chessCount=0;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this.chessList=new ArrayList&lt;Chess&gt;();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this.five=five;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this.boardStatus=new int[Cols+1][Rows+1];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i=0;i&lt;Cols;i++)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j=0;j&lt;Rows;j++)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boardStatus[i][j]=0;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paintComponent(Graphics g)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super.paintComponent(g);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g.drawImage(img, 0, 0, this);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i=0;i&lt;=Rows;i++)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g.drawLine(Margin, Margin+i*Span, Margin+Cols*Span, Margin+i*Span);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i=0;i&lt;=Cols;i++)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g.drawLine(Margin+i*Span, Margin, Margin+i*Span, Margin+Rows*Span);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g.fillRect(Margin+3*Span-2, Margin+3*Span-2,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g.fillRect(Margin+(Cols/2)*Span-2, Margin+3*Span-2,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g.fillRect(Margin+(Cols-3)*Span-2, Margin+3*Span-2,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g.fillRect(Margin+3*Span-2, Margin+(Rows/2)*Span-2,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g.fillRect(Margin+(Cols/2)*Span-2, Margin+(Rows/2)*Span-2,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g.fillRect(Margin+(Cols-3)*Span-2, Margin+(Rows/2)*Span-2,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g.fillRect(Margin+3*Span-2, Margin+(Rows-3)*Span-2,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g.fillRect(Margin+(Cols/2)*Span-2, Margin+(Rows-3)*Span-2, 5, 5);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g.fillRect(Margin+(Cols-3)*Span-2, Margin+(Rows-3)*Span-2, 5, 5);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i=0;i&lt;chessCount;i++)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chessList.get(i).draw(g);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if(i==chessCount-1)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xPos=chessList.get(i).getCol()*Span+Margin;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yPos=chessList.get(i).getRow()*Span+Margin;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g.setColor(Color.RED);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g.drawRect(xPos-Chess.Diameter/2, yPos-Chess.Diameter/2, Chess.Diameter, Chess.Diameter);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Dimension getPreferredSize()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new Dimension(Margin*2+Span*Cols,Margin*2+Span*Rows);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boolean hasChess(int col,int row)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i=0;i&lt;chessCount;i++)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 ch=chessList.get(i);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if(ch!=null &amp;&amp; ch.getCol()==col &amp;&amp; ch.getRow()==row)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true;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false;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boolean hasChess(int col,int row,Color color)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i=0;i&lt;chessCount;i++)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 ch=chessList.get(i);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if(ch!=null &amp;&amp; ch.getCol()==col &amp;&amp; ch.getRow()==row &amp;&amp;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ch.getColor()==color)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true;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false;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private int searchX(int col,int row , Color c,int direct,int i,int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continueCount)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x=col+direct;x*direct&lt;=i;x+=direct)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if(hasChess(x,row,c))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continueCount++;</w:t>
      </w:r>
    </w:p>
    <w:p>
      <w:pPr>
        <w:numPr>
          <w:ilvl w:val="0"/>
          <w:numId w:val="0"/>
        </w:numPr>
        <w:ind w:left="2520" w:leftChars="12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else break;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continueCount;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private int searchY(int col,int row , Color c,int direct,int i,int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continueCount)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y=row+direct;y*direct&lt;=i;y+=direct)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if(hasChess(col,y,c))   continueCount++;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else   break;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continueCount;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boolean isWin(int col,int row)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continueCount=1;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Color c=isBlack ? Color.BLACK:Color.WHITE;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//横向搜索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continueCount=searchX(col,row,c,1,Cols,continueCount)+searchX(col,row,c,-1,0,0);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if(continueCount&gt;=5)  return 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 continueCount=1;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//纵向搜索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continueCount=searchY(col,row,c,1,Rows,continueCount)+searchY(col,row,c,-1,0,0);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if(continueCount&gt;=5)  return 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 continueCount=1;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//右上到左下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x=col+1,y=row-1;y&gt;=0 &amp;&amp; x&lt;=Cols;x++,y--){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if(hasChess(x,y,c)) continueCount++;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break;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x=col-1,y=row+1;x&gt;=0 &amp;&amp; y&lt;=Rows;x--,y++){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if(hasChess(x,y,c)) continueCount++;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break;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if(continueCount&gt;=5)  return 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 continueCount=1;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//左上到右下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x=col-1,y=row-1;x&gt;=0 &amp;&amp; y&gt;=0;x--,y--){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if(hasChess(x,y,c)) continueCount++;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break;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x=col+1,y=row+1;x&lt;=Cols &amp;&amp; y&lt;=Rows;x++,y++){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if(hasChess(x,y,c)) continueCount++;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break;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if(continueCount&gt;=5)  return 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 return false;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restartGame()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chessList.clear();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i=0;i&lt;Cols;i++)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for(int j=0;j&lt;Rows;j++)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boardStatus[i][j]=0;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left=7;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top=7;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right=7;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bottom=7;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isBlack=true;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isGamming=true;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isComputerGo=five.computerFirst.isSelected();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computerColor=isComputerGo ? 1:2;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chessCount=0;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if(isComputerGo)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computerGo();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paintComponent(this.getGraphics());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if(isBlack)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five.msg.setText("请黑棋下子!");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five.msg.setText("请白棋下子!");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void computerGo()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Evaluate e=new Evaluate(this);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pos[]=e.getTheBestPosition();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putChess(pos[0],pos[1],isBlack ? Color.BLACK:Color.WHITE);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void manGo(int col,int row)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putChess(col,row,isBlack ? Color.BLACK:Color.WHITE);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void putChess(int col, int row, Color color)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 ch=new Chess(ChessBoard.this,col,row,color);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chessList.add(ch);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chessCount++;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boardStatus[col][row]=(color==Color.BLACK) ? 1:2 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paintComponent(this.getGraphics());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//更新矩形保护区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if(left&gt;col) left=col;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if(top&gt;row) top=row;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if(right&lt;col) right=col;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if(bottom&lt;row) bottom=row;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if(isWin(col,row))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String colorName=isBlack ? "黑棋":"白棋";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String message=String.format("恭喜,%s赢了!", colorName);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JOptionPane.showMessageDialog(ChessBoard.this, message);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isGamming=false;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isBlack=!isBlack;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isComputerGo=!isComputerGo;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goback()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if(isComputerGo || chessCount&lt;2) return;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i=chessList.get(chessCount-1).getCol();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j=chessList.get(chessCount-1).getRow();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boardStatus[i][j]=0;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i=chessList.get(chessCount-2).getCol();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j=chessList.get(chessCount-2).getRow();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boardStatus[i][j]=0;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chessList.remove(chessCount-1);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chessList.remove(chessCount-2);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chessCount-=2;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isBlack=!isBlack;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isGamming=true;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paintComponent(this.getGraphics());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if(isBlack)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five.msg.setText("请黑棋下子!");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five.msg.setText("请白棋下子!");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class MouseMonitor extends MouseAdapter{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mousePressed(MouseEvent e)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if(! isGamming) return 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if(isComputerGo) return;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col=(e.getX()-Margin+Span/2)/Span;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row=(e.getY()-Margin+Span/2)/Span;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if(col&lt;0 || row &lt;0 || col&gt;Cols || row&gt;Rows)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if(hasChess(col,row))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manGo(col,row);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if(!isGamming) 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computerGo();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class MouseMotionMonitor extends MouseMotionAdapter{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mouseMoved(MouseEvent e)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col=(e.getX()-Margin+Span/2)/Span;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row=(e.getY()-Margin+Span/2)/Span;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if(col&lt;0 || row &lt;0 || col&gt;Cols || row&gt;Rows ||!isGamming || hasChess(col,row))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ChessBoard.this.setCursor(new Cursor(Cursor.DEFAULT_CURSOR));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ChessBoard.this.setCursor(new Cursor(Cursor.HAND_CURSOR));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4"/>
        </w:numPr>
        <w:ind w:left="84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.棋子类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public class Chess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static final int Diameter=ChessBoard.Span-2;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int col;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int row;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private Color color;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ChessBoard cb;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Chess(ChessBoard cb, int col, int row, Color color)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this.col = col;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this.row = row;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this.color=color;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this.cb = cb;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int getCol()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col;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int getRow()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row;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Color getColor()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color;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@SuppressWarnings("static-access")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public void draw(Graphics g)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xPos=col*cb.Span+cb.Margin;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yPos=row*cb.Span+cb.Margin;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Graphics2D g2d=(Graphics2D) g;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RadialGradientPaint paint=null;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x=xPos+Diameter/4;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y=yPos-Diameter/4;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float[] f= {0f,1f};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Color[] c={Color.WHITE,Color.BLACK};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if(color==Color.BLACK)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paint=new RadialGradientPaint(x,y,Diameter,f,c);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else if(color==Color.WHITE) {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paint=new RadialGradientPaint(x,y,Diameter * 2,f,c);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g2d.setPaint(paint);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g2d.setRenderingHint(RenderingHints.KEY_ANTIALIASING,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RenderingHints.VALUE_ANTIALIAS_ON);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g2d.setRenderingHint(RenderingHints.KEY_ALPHA_INTERPOLATION,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RenderingHints.VALUE_ALPHA_INTERPOLATION_DEFAULT);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Ellipse2D e=new Ellipse2D.Float(xPos-Diameter/2,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yPos-Diameter/2, Diameter, Diameter);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g2d.fill(e);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4"/>
        </w:numPr>
        <w:ind w:left="84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.极大极小值搜索算法(由于太多，仅显示估值代码)</w:t>
      </w:r>
    </w:p>
    <w:p>
      <w:pPr>
        <w:numPr>
          <w:ilvl w:val="-2"/>
          <w:numId w:val="0"/>
        </w:numPr>
        <w:ind w:left="168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 value = 0;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 i, j, k;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int[] line = new int[cb.Cols + 1];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 对每一行估值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(j = 0; j &lt;= cb.Rows; j++)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(i = 0; i &lt;= cb.Cols; i++)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line[i] = cb.boardStatus[i][j];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cb.Cols + 1, 1);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cb.Cols + 1, 2);</w:t>
      </w:r>
      <w:r>
        <w:rPr>
          <w:rFonts w:hint="eastAsia"/>
          <w:lang w:val="en-US" w:eastAsia="zh-CN"/>
        </w:rPr>
        <w:tab/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 对每一列估值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(i = 0; i &lt;= cb.Cols; i++)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(j = 0; j &lt; cb.Rows; j++)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line[j] = cb.boardStatus[i][j];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cb.Rows + 1, 1);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cb.Rows + 1, 2);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 左下到右上斜线估值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(j = 4; j &lt;= cb.Rows; j++)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(k = 0; k &lt;= j; k++)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line[k] = cb.boardStatus[k][j - k];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j + 1, 1);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j + 1, 2);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(j = 1; j &lt;= cb.Rows - 4; j++)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(k = 0; k &lt;= cb.Cols - j; k++)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line[k] = cb.boardStatus[k + j][cb.Rows - k];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cb.Rows + 1 - j, 1);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cb.Rows + 1 - j, 2);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 左上到右下斜线估值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(j = 0; j &lt;= cb.Rows - 4; j++)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(k = 0; k &lt;= cb.Rows - j; k++)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line[k] = cb.boardStatus[k][k + j];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cb.Rows + 1 - j, 1);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cb.Rows + 1 - j, 2);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(i=1;i&lt;=cb.Cols-4;i++)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for (k = 0; k &lt;= cb.Rows - i; k++)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line[k] = cb.boardStatus[k+i][k];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+= evaluateLine(line, cb.Rows + 1 - i, 1);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value -= evaluateLine(line, cb.Rows + 1 - i, 2);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if (cb.computerColor == 1)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value;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 else {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return -value;</w:t>
      </w:r>
    </w:p>
    <w:p>
      <w:pPr>
        <w:numPr>
          <w:ilvl w:val="-2"/>
          <w:numId w:val="0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numPr>
          <w:ilvl w:val="0"/>
          <w:numId w:val="3"/>
        </w:numPr>
        <w:ind w:left="420"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五子棋的测试</w:t>
      </w:r>
    </w:p>
    <w:p>
      <w:pPr>
        <w:numPr>
          <w:ilvl w:val="0"/>
          <w:numId w:val="0"/>
        </w:numPr>
        <w:ind w:left="840" w:leftChars="40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主要是通过黑盒测试，经过测试，发现如果极大极小值搜索算法的深度过大，电脑端下棋响应时间会很久。测试如下：</w:t>
      </w:r>
    </w:p>
    <w:p>
      <w:pPr>
        <w:numPr>
          <w:ilvl w:val="0"/>
          <w:numId w:val="0"/>
        </w:numPr>
        <w:ind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三．技术讨论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（存在问题、改进方向）</w:t>
      </w:r>
    </w:p>
    <w:p>
      <w:pPr>
        <w:numPr>
          <w:ilvl w:val="0"/>
          <w:numId w:val="5"/>
        </w:numPr>
        <w:ind w:left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存在问题</w:t>
      </w:r>
    </w:p>
    <w:p>
      <w:pPr>
        <w:numPr>
          <w:ilvl w:val="0"/>
          <w:numId w:val="0"/>
        </w:numPr>
        <w:ind w:left="1260" w:leftChars="60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在开发的过程中，存在一些问题：没有保存棋谱的功能，无法提供棋谱欣赏功能，也没有联网功能。人工智能的算法的搜索深度过小，可能不太“智能”，但深度太大又会很费时间，交互性就会变差。</w:t>
      </w:r>
    </w:p>
    <w:p>
      <w:pPr>
        <w:numPr>
          <w:ilvl w:val="0"/>
          <w:numId w:val="5"/>
        </w:numPr>
        <w:ind w:left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改进方向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可以加上数据库的技术，将数据持久化，也可以使用文件来序列化对象。可是使用Socket编程来加上联网功能。对应人工智能的极大极小值搜索算法，可以加上剪枝算法来减少搜索时间从而实现更加“智能”。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8B8"/>
    <w:multiLevelType w:val="multilevel"/>
    <w:tmpl w:val="0A8F38B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550E94"/>
    <w:multiLevelType w:val="singleLevel"/>
    <w:tmpl w:val="16550E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C98EE7"/>
    <w:multiLevelType w:val="singleLevel"/>
    <w:tmpl w:val="25C98EE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283ACBE3"/>
    <w:multiLevelType w:val="singleLevel"/>
    <w:tmpl w:val="283ACB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212BA58"/>
    <w:multiLevelType w:val="singleLevel"/>
    <w:tmpl w:val="4212BA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944285"/>
    <w:rsid w:val="3B400D22"/>
    <w:rsid w:val="48B2573E"/>
    <w:rsid w:val="58E31A39"/>
    <w:rsid w:val="67DE0EFE"/>
    <w:rsid w:val="6D535020"/>
    <w:rsid w:val="7084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2018-06-20T13:42:00Z</dcterms:created>
  <dc:creator>cmh13</dc:creator>
  <cp:lastModifiedBy>cmh13</cp:lastModifiedBy>
  <dcterms:modified xsi:type="dcterms:W3CDTF">2018-06-30T11:24:36Z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