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5266690" cy="2496185"/>
            <wp:effectExtent l="0" t="0" r="10160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96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36"/>
          <w:szCs w:val="36"/>
        </w:rPr>
        <w:t>院</w:t>
      </w:r>
      <w:r>
        <w:rPr>
          <w:rFonts w:hint="eastAsia" w:ascii="宋体" w:hAnsi="宋体"/>
          <w:b/>
          <w:sz w:val="36"/>
          <w:szCs w:val="36"/>
        </w:rPr>
        <w:tab/>
      </w:r>
      <w:r>
        <w:rPr>
          <w:rFonts w:hint="eastAsia" w:ascii="宋体" w:hAnsi="宋体"/>
          <w:b/>
          <w:sz w:val="36"/>
          <w:szCs w:val="36"/>
        </w:rPr>
        <w:tab/>
      </w:r>
      <w:r>
        <w:rPr>
          <w:rFonts w:hint="eastAsia" w:ascii="宋体" w:hAnsi="宋体"/>
          <w:b/>
          <w:sz w:val="36"/>
          <w:szCs w:val="36"/>
        </w:rPr>
        <w:t xml:space="preserve"> 系：计 算 机 学 院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实验课程：编译原理</w:t>
      </w: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实验项目：XLEX生成器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指导老师：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黄煜廉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专    业：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计算机科学与技术</w:t>
      </w: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班    级：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2016</w:t>
      </w:r>
      <w:r>
        <w:rPr>
          <w:rFonts w:hint="eastAsia" w:ascii="宋体" w:hAnsi="宋体"/>
          <w:b/>
          <w:sz w:val="28"/>
          <w:szCs w:val="28"/>
        </w:rPr>
        <w:t xml:space="preserve">级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 xml:space="preserve"> 班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学    生：陈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铭海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学    号：201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62180198</w:t>
      </w:r>
    </w:p>
    <w:p>
      <w:pPr>
        <w:spacing w:line="360" w:lineRule="auto"/>
        <w:ind w:firstLine="1968" w:firstLineChars="700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ind w:left="1890" w:leftChars="900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ind w:left="1890" w:leftChars="900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hint="eastAsia" w:ascii="华文新魏" w:hAnsi="宋体" w:eastAsia="华文新魏"/>
          <w:b/>
          <w:color w:val="000000"/>
          <w:sz w:val="32"/>
          <w:szCs w:val="32"/>
        </w:rPr>
      </w:pPr>
      <w:r>
        <w:rPr>
          <w:rFonts w:hint="eastAsia" w:ascii="华文新魏" w:hAnsi="宋体" w:eastAsia="华文新魏"/>
          <w:b/>
          <w:color w:val="000000"/>
          <w:sz w:val="32"/>
          <w:szCs w:val="32"/>
        </w:rPr>
        <w:t>华南师范大学教务处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XLEX生成器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一．</w:t>
      </w:r>
      <w:r>
        <w:rPr>
          <w:rFonts w:hint="eastAsia"/>
          <w:b/>
          <w:sz w:val="28"/>
          <w:szCs w:val="28"/>
        </w:rPr>
        <w:t>实验目的</w:t>
      </w:r>
    </w:p>
    <w:p>
      <w:pPr>
        <w:spacing w:line="360" w:lineRule="auto"/>
        <w:ind w:firstLine="284"/>
        <w:rPr>
          <w:rFonts w:hint="eastAsia" w:eastAsia="宋体"/>
          <w:lang w:eastAsia="zh-CN"/>
        </w:rPr>
      </w:pPr>
      <w:r>
        <w:rPr>
          <w:rFonts w:hint="eastAsia"/>
        </w:rPr>
        <w:t>设计一个应用软件，以实现将正则表达式--&gt;NFA---&gt;DFA--&gt;DFA最小化--&gt;词法分析程序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实验内容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要提供一个源程序编辑界面，让用户输入正则表达式（可保存、打开源程序）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需要提供窗口以便用户可以查看转换得到的NFA（用状态转换表呈现即可）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需要提供窗口以便用户可以查看转换得到的DFA（用状态转换表呈现即可）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需要提供窗口以便用户可以查看转换得到的最小化DFA（用状态转换表呈现即可）</w:t>
      </w:r>
    </w:p>
    <w:p>
      <w:pPr>
        <w:numPr>
          <w:ilvl w:val="0"/>
          <w:numId w:val="0"/>
        </w:numPr>
        <w:spacing w:line="360" w:lineRule="auto"/>
        <w:ind w:left="420" w:leftChars="0" w:hanging="420" w:hangingChars="20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需要提供窗口以便用户可以查看转换得到的词法分析程序（该分析程序需要用C语言描述）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三．</w:t>
      </w:r>
      <w:r>
        <w:rPr>
          <w:rFonts w:hint="eastAsia"/>
          <w:b/>
          <w:sz w:val="28"/>
          <w:szCs w:val="28"/>
        </w:rPr>
        <w:t>设计思路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1.正则表达式到NFA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(1). 先让用户输入或选择文件导入正则表达式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(2). 获取正则表达式后先判断是否含有禁止符号(即：~，本实验让~作为空)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(3). 将正则表达式中的连接运算显示使用“.”来表示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(4). 将正则表达式转为逆波兰表达式(即后缀表达式)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(5). 使用汤姆森构造法(Thompson Construction)，将正则表达式构造为NFA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2.NFA到DFA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(1). 将获取到的NFA使用子集构造法(Subset Construction)转为DFA</w:t>
      </w:r>
    </w:p>
    <w:p>
      <w:pPr>
        <w:numPr>
          <w:ilvl w:val="0"/>
          <w:numId w:val="0"/>
        </w:numPr>
        <w:spacing w:line="360" w:lineRule="auto"/>
        <w:ind w:left="630" w:leftChars="10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(2). 使用二维数组记录下闭包运算的各个子集(每个元素都是NFA对应的标号)，以便输入状态转移表。其次记录下各个节点的状态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3.DFA到最小DFA</w:t>
      </w:r>
    </w:p>
    <w:p>
      <w:pPr>
        <w:numPr>
          <w:ilvl w:val="0"/>
          <w:numId w:val="0"/>
        </w:numPr>
        <w:spacing w:line="360" w:lineRule="auto"/>
        <w:ind w:left="630" w:leftChars="10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(1). 使用 上一步记录下来的各个子集的二位数组和记录下来的状态表，对逐个状态进行比较，判断是否可以进行合并，从而进行最小化DFA。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4.最小DFA生成词法分析程序</w:t>
      </w:r>
    </w:p>
    <w:p>
      <w:pPr>
        <w:numPr>
          <w:ilvl w:val="0"/>
          <w:numId w:val="0"/>
        </w:numPr>
        <w:spacing w:line="360" w:lineRule="auto"/>
        <w:ind w:left="630" w:leftChars="10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(1). 使用Switch-Case的形式生成词法分析程序。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四．</w:t>
      </w:r>
      <w:r>
        <w:rPr>
          <w:rFonts w:hint="eastAsia"/>
          <w:b/>
          <w:sz w:val="28"/>
          <w:szCs w:val="28"/>
        </w:rPr>
        <w:t>程序源代码</w:t>
      </w:r>
    </w:p>
    <w:p>
      <w:pPr>
        <w:spacing w:line="360" w:lineRule="auto"/>
        <w:rPr>
          <w:rFonts w:hint="eastAsia"/>
          <w:szCs w:val="21"/>
          <w:lang w:eastAsia="zh-CN"/>
        </w:rPr>
      </w:pPr>
      <w:r>
        <w:rPr>
          <w:rFonts w:hint="eastAsia"/>
          <w:szCs w:val="21"/>
        </w:rPr>
        <w:t>程序的主要源代码如下：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请看文件中的</w:t>
      </w:r>
      <w:r>
        <w:rPr>
          <w:rFonts w:hint="eastAsia" w:ascii="新宋体" w:hAnsi="新宋体" w:eastAsia="新宋体"/>
          <w:color w:val="2B91AF"/>
          <w:sz w:val="19"/>
        </w:rPr>
        <w:t>XLexGeneratorDlg</w:t>
      </w:r>
      <w:r>
        <w:rPr>
          <w:rFonts w:hint="eastAsia" w:ascii="新宋体" w:hAnsi="新宋体" w:eastAsia="新宋体"/>
          <w:color w:val="2B91AF"/>
          <w:sz w:val="19"/>
          <w:lang w:val="en-US" w:eastAsia="zh-CN"/>
        </w:rPr>
        <w:t>.h</w:t>
      </w:r>
      <w:r>
        <w:rPr>
          <w:rFonts w:hint="eastAsia"/>
          <w:szCs w:val="21"/>
          <w:lang w:val="en-US" w:eastAsia="zh-CN"/>
        </w:rPr>
        <w:t xml:space="preserve">和 </w:t>
      </w:r>
      <w:r>
        <w:rPr>
          <w:rFonts w:hint="eastAsia" w:ascii="新宋体" w:hAnsi="新宋体" w:eastAsia="新宋体"/>
          <w:color w:val="2B91AF"/>
          <w:sz w:val="19"/>
        </w:rPr>
        <w:t>XLexGeneratorDlg</w:t>
      </w:r>
      <w:r>
        <w:rPr>
          <w:rFonts w:hint="eastAsia" w:ascii="新宋体" w:hAnsi="新宋体" w:eastAsia="新宋体"/>
          <w:color w:val="2B91AF"/>
          <w:sz w:val="19"/>
          <w:lang w:val="en-US" w:eastAsia="zh-CN"/>
        </w:rPr>
        <w:t>.cpp</w:t>
      </w:r>
      <w:r>
        <w:rPr>
          <w:rFonts w:hint="eastAsia"/>
          <w:szCs w:val="21"/>
          <w:lang w:eastAsia="zh-CN"/>
        </w:rPr>
        <w:t>）</w:t>
      </w: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用Thompson构造法构造NFA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// 用Thompson构造法构造NFA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void CXLexGeneratorDlg::ThompsonConstruction()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i, j;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char ch;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s1, s2;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LStack&lt;int&gt; *states = new LStack&lt;int&gt;();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states-&gt;Clear();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if (strlen(post) &lt; 1)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MessageBox(L"No Valid Regular Expression Found!");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exit(1);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NFATable-&gt;SetValue(0, 0);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 = 1;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j = 0;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ch = post[j];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while (ch != '\0')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if (ch == '.')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s2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temp1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temp2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s1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NFATable-&gt;InsertEdgeByValue(temp2, temp1,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states-&gt;Push(s2);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else if (ch == '|')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s2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temp1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temp2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s1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NFATable-&gt;InsertVertex(i);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NFATable-&gt;InsertVertex(i + 1);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NFATable-&gt;InsertEdgeByValue(i, s1,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NFATable-&gt;InsertEdgeByValue(i, temp1,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NFATable-&gt;InsertEdgeByValue(temp2, i + 1,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NFATable-&gt;InsertEdgeByValue(s2, i + 1,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s1 = i;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s2 = i + 1;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states-&gt;Push(s2);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 += 2;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else if (ch == '*')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s2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s1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NFATable-&gt;InsertVertex(i);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NFATable-&gt;InsertVertex(i + 1);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NFATable-&gt;InsertEdgeByValue(i, i + 1,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NFATable-&gt;InsertEdgeByValue(s2, s1,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NFATable-&gt;InsertEdgeByValue(i, s1,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NFATable-&gt;InsertEdgeByValue(s2, i + 1,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s1 = i;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s2 = i + 1;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states-&gt;Push(s2);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 += 2;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else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NFATable-&gt;InsertVertex(i);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NFATable-&gt;InsertVertex(i + 1);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NFATable-&gt;InsertEdgeByValue(i, i + 1, ch);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s1 = i;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s2 = i + 1;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states-&gt;Push(s2);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 += 2;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j++;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ch = post[j];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s2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s1 = states-&gt;Pop();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NFATable-&gt;InsertEdgeByValue(0, s1, '~');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if (!states-&gt;IsEmpty())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MessageBox(L"Some error in your input string!");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exit(1);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NFAStatesNumber = s2 + 1;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用子集构造法构造DFA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// 用子集构造法构造DFA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void CXLexGeneratorDlg::SubsetConstruction()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i, j, k;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DStatesNumber = 0;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DtranNumber = 0;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// 初始化DStates和Dtran两个构造表及AcceptStates数组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DStates = (int**)(new int*[NFAStatesNumber + 1]);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(i = 0; i &lt; NFAStatesNumber + 1; i++)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DStates[i] = new int[NFAStatesNumber + 1];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Dtran = (int**)(new int*[NFAStatesNumber + 1]);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(i = 0; i &lt; NFAStatesNumber + 1; i++)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Dtran[i] = new int[edgeNumber + 1];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(i = 0; i &lt; NFAStatesNumber + 1; i++)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(j = 0; j &lt; edgeNumber + 1; j++)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Dtran[i][j] = -1;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AcceptStates = new int[NFAStatesNumber + 1];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(i = 0; i &lt; NFAStatesNumber + 1; i++)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AcceptStates[i] = 0;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// 调用闭包函数和移动函数构造DStates和Dtran两个表及AcceptStates数组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*T = new int[NFAStatesNumber + 1];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int *temp = new int[NFAStatesNumber + 1];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T[0] = 0;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T[1] = -1;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 = NFATable-&gt;Closure(T);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DStates[DStatesNumber] = T;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DStatesNumber++;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k = 0;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while (k &lt; DStatesNumber)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(i = 0; edge[i] != '\0'; i++)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temp = NFATable-&gt;Closure(NFATable-&gt;Move(T, edge[i]));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if (temp[0] != -1)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(j = 0; j &lt; DStatesNumber; j++)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if (CompArray(temp, DStates[j]) == 1)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Dtran[k][i] = j;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break;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if (j == DStatesNumber)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DStates[DStatesNumber] = temp;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Dtran[k][i] = DStatesNumber;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DStatesNumber++;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k++;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 = DStates[k];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DtranNumber = k;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(i = 0; i &lt; DStatesNumber; i++)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for (j = 0; DStates[i][j] != -1; j++)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if (DStates[i][j] == NFAStatesNumber - 1)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{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AcceptStates[i] = 1;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break;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用子集构造法构造DFA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// 最小化Dtran表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val="en-US" w:eastAsia="zh-CN"/>
        </w:rPr>
        <w:t>即最小化DFA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>int CXLexGeneratorDlg::MinimizeDFAStates(int **Dtran, int *AcceptStates, int DtranNumber, int edgeNumber)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int h, i, j, k, l;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(i = 0; i &lt; DtranNumber - 1; i++)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(j = i + 1; j &lt; DtranNumber; j++)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if (AcceptStates[i] == AcceptStates[j])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(k = 0; k &lt; edgeNumber; k++)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if (Dtran[i][k] != Dtran[j][k])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break;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if (k == edgeNumber)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(l = j; l &lt; DtranNumber - 1; l++)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(k = 0; k &lt; edgeNumber; k++)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Dtran[l][k] = Dtran[l + 1][k];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AcceptStates[l] = AcceptStates[l + 1];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(l = 0; l &lt; DtranNumber - 1; l++)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(k = 0; k &lt; edgeNumber; k++)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if (Dtran[l][k] == j)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Dtran[l][k] = i;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(h = j; h &lt; DtranNumber; h++)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(l = 0; l &lt; DtranNumber - 1; l++)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for (k = 0; k &lt; edgeNumber; k++)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if (Dtran[l][k] == h + 1)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{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Dtran[l][k] = h;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>}}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DtranNumber--;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j--;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>}}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return DtranNumber;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Cs w:val="21"/>
        </w:rPr>
        <w:t>}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五．</w:t>
      </w:r>
      <w:r>
        <w:rPr>
          <w:rFonts w:hint="eastAsia"/>
          <w:b/>
          <w:sz w:val="28"/>
          <w:szCs w:val="28"/>
        </w:rPr>
        <w:t>实验结果</w:t>
      </w:r>
    </w:p>
    <w:p>
      <w:pPr>
        <w:spacing w:line="360" w:lineRule="auto"/>
        <w:ind w:firstLine="284"/>
        <w:rPr>
          <w:rFonts w:hint="eastAsia"/>
          <w:szCs w:val="21"/>
        </w:rPr>
      </w:pPr>
      <w:r>
        <w:rPr>
          <w:rFonts w:hint="eastAsia"/>
          <w:szCs w:val="21"/>
        </w:rPr>
        <w:t>运行程序，截图如下：</w:t>
      </w:r>
    </w:p>
    <w:p>
      <w:pPr>
        <w:numPr>
          <w:ilvl w:val="0"/>
          <w:numId w:val="3"/>
        </w:numPr>
        <w:spacing w:line="360" w:lineRule="auto"/>
        <w:ind w:firstLine="284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生成NFA：</w:t>
      </w:r>
    </w:p>
    <w:p>
      <w:pPr>
        <w:spacing w:line="360" w:lineRule="auto"/>
        <w:ind w:firstLine="284"/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szCs w:val="21"/>
          <w:lang w:eastAsia="zh-CN"/>
        </w:rPr>
        <w:drawing>
          <wp:inline distT="0" distB="0" distL="114300" distR="114300">
            <wp:extent cx="5270500" cy="4122420"/>
            <wp:effectExtent l="0" t="0" r="6350" b="1143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2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 w:leftChars="0" w:firstLine="284" w:firstLineChars="0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生成DFA</w:t>
      </w:r>
    </w:p>
    <w:p>
      <w:pPr>
        <w:spacing w:line="360" w:lineRule="auto"/>
        <w:ind w:firstLine="284"/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szCs w:val="21"/>
          <w:lang w:eastAsia="zh-CN"/>
        </w:rPr>
        <w:drawing>
          <wp:inline distT="0" distB="0" distL="114300" distR="114300">
            <wp:extent cx="5273675" cy="4056380"/>
            <wp:effectExtent l="0" t="0" r="3175" b="1270"/>
            <wp:docPr id="42" name="图片 4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5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 w:leftChars="0" w:firstLine="284" w:firstLineChars="0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生成最小DFA</w:t>
      </w:r>
    </w:p>
    <w:p>
      <w:pPr>
        <w:spacing w:line="360" w:lineRule="auto"/>
        <w:ind w:firstLine="284"/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szCs w:val="21"/>
          <w:lang w:eastAsia="zh-CN"/>
        </w:rPr>
        <w:drawing>
          <wp:inline distT="0" distB="0" distL="114300" distR="114300">
            <wp:extent cx="5269230" cy="4086860"/>
            <wp:effectExtent l="0" t="0" r="7620" b="8890"/>
            <wp:docPr id="43" name="图片 4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 w:leftChars="0" w:firstLine="284" w:firstLineChars="0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生成词法分析程序</w:t>
      </w:r>
    </w:p>
    <w:p>
      <w:pPr>
        <w:numPr>
          <w:numId w:val="0"/>
        </w:numPr>
        <w:spacing w:line="360" w:lineRule="auto"/>
        <w:ind w:left="284" w:leftChars="0"/>
        <w:rPr>
          <w:rFonts w:hint="eastAsia" w:eastAsia="宋体"/>
          <w:szCs w:val="21"/>
          <w:lang w:val="en-US" w:eastAsia="zh-CN"/>
        </w:rPr>
      </w:pPr>
      <w:r>
        <w:rPr>
          <w:rFonts w:hint="eastAsia" w:eastAsia="宋体"/>
          <w:szCs w:val="21"/>
          <w:lang w:val="en-US" w:eastAsia="zh-CN"/>
        </w:rPr>
        <w:drawing>
          <wp:inline distT="0" distB="0" distL="114300" distR="114300">
            <wp:extent cx="4572000" cy="4331335"/>
            <wp:effectExtent l="0" t="0" r="0" b="1206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33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4"/>
        <w:rPr>
          <w:rFonts w:hint="eastAsia" w:eastAsia="宋体"/>
          <w:szCs w:val="21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六．</w:t>
      </w:r>
      <w:r>
        <w:rPr>
          <w:rFonts w:hint="eastAsia"/>
          <w:b/>
          <w:sz w:val="28"/>
          <w:szCs w:val="28"/>
        </w:rPr>
        <w:t>实验小结</w:t>
      </w:r>
    </w:p>
    <w:p>
      <w:pPr>
        <w:spacing w:line="360" w:lineRule="auto"/>
        <w:ind w:firstLine="284"/>
        <w:rPr>
          <w:rFonts w:hint="eastAsia"/>
          <w:szCs w:val="21"/>
        </w:rPr>
      </w:pPr>
      <w:r>
        <w:rPr>
          <w:rFonts w:hint="eastAsia"/>
          <w:szCs w:val="21"/>
        </w:rPr>
        <w:t>本次实验通过对编译原理中词法分析器的实现，更加深刻地了解了词法分析的相关知识，对于正则表达式的理解更进一步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经过测试，</w:t>
      </w:r>
      <w:r>
        <w:rPr>
          <w:rFonts w:hint="eastAsia"/>
          <w:szCs w:val="21"/>
          <w:lang w:eastAsia="zh-CN"/>
        </w:rPr>
        <w:t>对于正则表达式可以很好的生成</w:t>
      </w:r>
      <w:r>
        <w:rPr>
          <w:rFonts w:hint="eastAsia"/>
          <w:szCs w:val="21"/>
          <w:lang w:val="en-US" w:eastAsia="zh-CN"/>
        </w:rPr>
        <w:t>NFA，DFA，最小DFA，最后生成可以直接运行的词法分析程序cpp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>。</w:t>
      </w:r>
    </w:p>
    <w:p>
      <w:p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虽然在理论在知道正则，NFA，DFA之间是怎么转换的，但在编程时却有不少阻碍，本实验的编程技巧和思路大部分是根据博客提供的程序参考的，部分采用了其源程序。由此可知，本人的编程技巧实在是欠缺。</w:t>
      </w:r>
    </w:p>
    <w:p>
      <w:pPr>
        <w:numPr>
          <w:ilvl w:val="0"/>
          <w:numId w:val="4"/>
        </w:num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实验小结</w:t>
      </w:r>
    </w:p>
    <w:p>
      <w:p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参考资料：</w:t>
      </w:r>
    </w:p>
    <w:p>
      <w:pPr>
        <w:numPr>
          <w:ilvl w:val="0"/>
          <w:numId w:val="5"/>
        </w:num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:编译原理及实践，机械工业出版社，Kenneth C.Louden著，冯博琴 冯岚等译</w:t>
      </w:r>
    </w:p>
    <w:p>
      <w:pPr>
        <w:numPr>
          <w:ilvl w:val="0"/>
          <w:numId w:val="5"/>
        </w:num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:黄煜廉老师的ppt</w:t>
      </w:r>
    </w:p>
    <w:p>
      <w:pPr>
        <w:numPr>
          <w:ilvl w:val="0"/>
          <w:numId w:val="5"/>
        </w:num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:博客:https://blog.csdn.net/johnf_nash/article/details/22086149，正则表达式转NFA</w:t>
      </w:r>
    </w:p>
    <w:p>
      <w:pPr>
        <w:numPr>
          <w:ilvl w:val="0"/>
          <w:numId w:val="5"/>
        </w:numPr>
        <w:spacing w:line="360" w:lineRule="auto"/>
        <w:ind w:firstLine="420" w:firstLine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:博客:https://blog.csdn.net/Hungryof/article/details/46822841，NFA到DFA的转换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134D36"/>
    <w:multiLevelType w:val="singleLevel"/>
    <w:tmpl w:val="C8134D36"/>
    <w:lvl w:ilvl="0" w:tentative="0">
      <w:start w:val="7"/>
      <w:numFmt w:val="chineseCounting"/>
      <w:suff w:val="space"/>
      <w:lvlText w:val="%1."/>
      <w:lvlJc w:val="left"/>
      <w:rPr>
        <w:rFonts w:hint="eastAsia"/>
      </w:rPr>
    </w:lvl>
  </w:abstractNum>
  <w:abstractNum w:abstractNumId="1">
    <w:nsid w:val="D775C7C3"/>
    <w:multiLevelType w:val="singleLevel"/>
    <w:tmpl w:val="D775C7C3"/>
    <w:lvl w:ilvl="0" w:tentative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2">
    <w:nsid w:val="1948F650"/>
    <w:multiLevelType w:val="singleLevel"/>
    <w:tmpl w:val="1948F650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6BD9233C"/>
    <w:multiLevelType w:val="singleLevel"/>
    <w:tmpl w:val="6BD9233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AD050D6"/>
    <w:multiLevelType w:val="singleLevel"/>
    <w:tmpl w:val="7AD0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D107FD7"/>
    <w:rsid w:val="6C0027B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page number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2018-11-04T12:40:00Z</dcterms:created>
  <dc:creator>cmh</dc:creator>
  <cp:lastModifiedBy>cmh</cp:lastModifiedBy>
  <dcterms:modified xsi:type="dcterms:W3CDTF">2018-11-05T10:55:08Z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